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70774" w14:textId="77777777" w:rsidR="003671BE" w:rsidRPr="001304A0" w:rsidRDefault="003671BE" w:rsidP="00E21406">
      <w:pPr>
        <w:pStyle w:val="Nadpis1"/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noProof/>
          <w:sz w:val="22"/>
          <w:szCs w:val="22"/>
          <w:lang w:eastAsia="sk-SK"/>
        </w:rPr>
        <w:t xml:space="preserve">                                            </w:t>
      </w:r>
    </w:p>
    <w:p w14:paraId="5305ABB4" w14:textId="77777777" w:rsidR="003671BE" w:rsidRPr="001304A0" w:rsidRDefault="003671BE" w:rsidP="00E21406">
      <w:pPr>
        <w:rPr>
          <w:rFonts w:ascii="Arial" w:hAnsi="Arial" w:cs="Arial"/>
          <w:i/>
          <w:sz w:val="22"/>
          <w:szCs w:val="22"/>
          <w:lang w:eastAsia="sk-SK"/>
        </w:rPr>
      </w:pPr>
    </w:p>
    <w:p w14:paraId="1B990BEF" w14:textId="77777777" w:rsidR="00932C8C" w:rsidRPr="001304A0" w:rsidRDefault="0048732D" w:rsidP="00E21406">
      <w:pPr>
        <w:rPr>
          <w:rFonts w:ascii="Arial" w:hAnsi="Arial" w:cs="Arial"/>
          <w:b/>
          <w:sz w:val="28"/>
          <w:szCs w:val="28"/>
        </w:rPr>
      </w:pPr>
      <w:r w:rsidRPr="001304A0">
        <w:rPr>
          <w:rFonts w:ascii="Arial" w:hAnsi="Arial" w:cs="Arial"/>
          <w:b/>
          <w:sz w:val="28"/>
          <w:szCs w:val="28"/>
        </w:rPr>
        <w:t xml:space="preserve">Zápisnica z pracovného stretnutia </w:t>
      </w:r>
    </w:p>
    <w:p w14:paraId="596B86BF" w14:textId="77777777" w:rsidR="0048732D" w:rsidRPr="001304A0" w:rsidRDefault="0048732D" w:rsidP="00E21406">
      <w:pPr>
        <w:rPr>
          <w:rFonts w:ascii="Arial" w:hAnsi="Arial" w:cs="Arial"/>
          <w:b/>
          <w:sz w:val="28"/>
          <w:szCs w:val="28"/>
        </w:rPr>
      </w:pPr>
    </w:p>
    <w:p w14:paraId="0D1D2CB3" w14:textId="77777777" w:rsidR="0048732D" w:rsidRPr="001304A0" w:rsidRDefault="0048732D" w:rsidP="00E21406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 xml:space="preserve">Účastníci: </w:t>
      </w:r>
      <w:r w:rsidR="001304A0">
        <w:rPr>
          <w:rFonts w:ascii="Arial" w:hAnsi="Arial" w:cs="Arial"/>
          <w:sz w:val="22"/>
          <w:szCs w:val="22"/>
        </w:rPr>
        <w:t xml:space="preserve"> </w:t>
      </w:r>
      <w:r w:rsidR="001304A0">
        <w:rPr>
          <w:rFonts w:ascii="Arial" w:hAnsi="Arial" w:cs="Arial"/>
          <w:sz w:val="22"/>
          <w:szCs w:val="22"/>
        </w:rPr>
        <w:tab/>
      </w:r>
      <w:r w:rsidRPr="001304A0">
        <w:rPr>
          <w:rFonts w:ascii="Arial" w:hAnsi="Arial" w:cs="Arial"/>
          <w:sz w:val="22"/>
          <w:szCs w:val="22"/>
        </w:rPr>
        <w:t>podľa prezenčnej listiny</w:t>
      </w:r>
    </w:p>
    <w:p w14:paraId="3348844D" w14:textId="77777777" w:rsidR="009E3600" w:rsidRPr="001304A0" w:rsidRDefault="0048732D" w:rsidP="00E21406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 xml:space="preserve">Konanie: </w:t>
      </w:r>
      <w:r w:rsidR="001304A0">
        <w:rPr>
          <w:rFonts w:ascii="Arial" w:hAnsi="Arial" w:cs="Arial"/>
          <w:sz w:val="22"/>
          <w:szCs w:val="22"/>
        </w:rPr>
        <w:t xml:space="preserve">  </w:t>
      </w:r>
      <w:r w:rsidR="001304A0">
        <w:rPr>
          <w:rFonts w:ascii="Arial" w:hAnsi="Arial" w:cs="Arial"/>
          <w:sz w:val="22"/>
          <w:szCs w:val="22"/>
        </w:rPr>
        <w:tab/>
      </w:r>
      <w:r w:rsidR="009E3600" w:rsidRPr="001304A0">
        <w:rPr>
          <w:rFonts w:ascii="Arial" w:hAnsi="Arial" w:cs="Arial"/>
          <w:sz w:val="22"/>
          <w:szCs w:val="22"/>
        </w:rPr>
        <w:t>Pracovná skupina PS K9.4 Lepšie dáta</w:t>
      </w:r>
    </w:p>
    <w:p w14:paraId="00085D6F" w14:textId="77777777" w:rsidR="009E3600" w:rsidRDefault="00EA5A71" w:rsidP="00E21406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 xml:space="preserve">Dátum: </w:t>
      </w:r>
      <w:r w:rsidR="001304A0">
        <w:rPr>
          <w:rFonts w:ascii="Arial" w:hAnsi="Arial" w:cs="Arial"/>
          <w:sz w:val="22"/>
          <w:szCs w:val="22"/>
        </w:rPr>
        <w:t xml:space="preserve">     </w:t>
      </w:r>
      <w:r w:rsidR="001304A0">
        <w:rPr>
          <w:rFonts w:ascii="Arial" w:hAnsi="Arial" w:cs="Arial"/>
          <w:sz w:val="22"/>
          <w:szCs w:val="22"/>
        </w:rPr>
        <w:tab/>
      </w:r>
      <w:r w:rsidRPr="001304A0">
        <w:rPr>
          <w:rFonts w:ascii="Arial" w:hAnsi="Arial" w:cs="Arial"/>
          <w:sz w:val="22"/>
          <w:szCs w:val="22"/>
        </w:rPr>
        <w:t>26.0</w:t>
      </w:r>
      <w:r w:rsidR="00304710">
        <w:rPr>
          <w:rFonts w:ascii="Arial" w:hAnsi="Arial" w:cs="Arial"/>
          <w:sz w:val="22"/>
          <w:szCs w:val="22"/>
        </w:rPr>
        <w:t>3</w:t>
      </w:r>
      <w:r w:rsidRPr="001304A0">
        <w:rPr>
          <w:rFonts w:ascii="Arial" w:hAnsi="Arial" w:cs="Arial"/>
          <w:sz w:val="22"/>
          <w:szCs w:val="22"/>
        </w:rPr>
        <w:t>.2019</w:t>
      </w:r>
    </w:p>
    <w:p w14:paraId="5BF52E89" w14:textId="77777777" w:rsidR="001304A0" w:rsidRPr="001304A0" w:rsidRDefault="001304A0" w:rsidP="00E21406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Miesto:</w:t>
      </w:r>
      <w:r>
        <w:rPr>
          <w:rFonts w:ascii="Arial" w:hAnsi="Arial" w:cs="Arial"/>
          <w:sz w:val="22"/>
          <w:szCs w:val="22"/>
        </w:rPr>
        <w:tab/>
        <w:t>Úrad podpredsedu vlády SR pre investície a informatizáciu</w:t>
      </w:r>
    </w:p>
    <w:p w14:paraId="680714FC" w14:textId="77777777" w:rsidR="0048732D" w:rsidRPr="001304A0" w:rsidRDefault="001304A0" w:rsidP="00E21406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Čas:</w:t>
      </w:r>
      <w:r>
        <w:rPr>
          <w:rFonts w:ascii="Arial" w:hAnsi="Arial" w:cs="Arial"/>
          <w:sz w:val="22"/>
          <w:szCs w:val="22"/>
        </w:rPr>
        <w:tab/>
      </w:r>
      <w:commentRangeStart w:id="0"/>
      <w:r w:rsidR="009E3600" w:rsidRPr="001304A0">
        <w:rPr>
          <w:rFonts w:ascii="Arial" w:hAnsi="Arial" w:cs="Arial"/>
          <w:sz w:val="22"/>
          <w:szCs w:val="22"/>
        </w:rPr>
        <w:t>13:00</w:t>
      </w:r>
      <w:commentRangeEnd w:id="0"/>
      <w:r w:rsidR="000149C0">
        <w:rPr>
          <w:rStyle w:val="Odkaznakomentr"/>
        </w:rPr>
        <w:commentReference w:id="0"/>
      </w:r>
      <w:r w:rsidR="00D544A2">
        <w:rPr>
          <w:rFonts w:ascii="Arial" w:hAnsi="Arial" w:cs="Arial"/>
          <w:sz w:val="22"/>
          <w:szCs w:val="22"/>
        </w:rPr>
        <w:t xml:space="preserve"> – 16:00</w:t>
      </w:r>
    </w:p>
    <w:p w14:paraId="72BCFF81" w14:textId="77777777" w:rsidR="009F63E5" w:rsidRDefault="000149C0" w:rsidP="00E214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Názov projektu: Zlepšenie využívania údajov vo verejnej správe</w:t>
      </w:r>
    </w:p>
    <w:p w14:paraId="57A2F0A6" w14:textId="77777777" w:rsidR="004A136A" w:rsidRDefault="00FE6F75" w:rsidP="00E214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Kód projektu: 314011S979</w:t>
      </w:r>
    </w:p>
    <w:p w14:paraId="20F6E2A7" w14:textId="77777777" w:rsidR="000149C0" w:rsidRDefault="000149C0" w:rsidP="00E214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Názov </w:t>
      </w:r>
      <w:commentRangeStart w:id="1"/>
      <w:r>
        <w:rPr>
          <w:rFonts w:ascii="Arial" w:hAnsi="Arial" w:cs="Arial"/>
          <w:sz w:val="22"/>
          <w:szCs w:val="22"/>
        </w:rPr>
        <w:t>Aktivity</w:t>
      </w:r>
      <w:commentRangeEnd w:id="1"/>
      <w:r>
        <w:rPr>
          <w:rStyle w:val="Odkaznakomentr"/>
        </w:rPr>
        <w:commentReference w:id="1"/>
      </w:r>
      <w:r>
        <w:rPr>
          <w:rFonts w:ascii="Arial" w:hAnsi="Arial" w:cs="Arial"/>
          <w:sz w:val="22"/>
          <w:szCs w:val="22"/>
        </w:rPr>
        <w:t xml:space="preserve">: </w:t>
      </w:r>
      <w:r w:rsidR="00D544A2">
        <w:rPr>
          <w:rFonts w:ascii="Arial" w:hAnsi="Arial" w:cs="Arial"/>
          <w:sz w:val="22"/>
          <w:szCs w:val="22"/>
        </w:rPr>
        <w:t xml:space="preserve">Aktivita 2 </w:t>
      </w:r>
      <w:r w:rsidR="00D544A2" w:rsidRPr="003D0EAC">
        <w:rPr>
          <w:lang w:eastAsia="en-US"/>
        </w:rPr>
        <w:t>Riadenie vyhlasovania referenčných údajov a prepájania údajov</w:t>
      </w:r>
    </w:p>
    <w:p w14:paraId="3A61EC0C" w14:textId="77777777" w:rsidR="000149C0" w:rsidRDefault="000149C0" w:rsidP="00E21406">
      <w:pPr>
        <w:rPr>
          <w:rFonts w:ascii="Arial" w:hAnsi="Arial" w:cs="Arial"/>
          <w:sz w:val="22"/>
          <w:szCs w:val="22"/>
        </w:rPr>
      </w:pPr>
    </w:p>
    <w:p w14:paraId="59A957DB" w14:textId="77777777" w:rsidR="000149C0" w:rsidRPr="001304A0" w:rsidRDefault="000149C0" w:rsidP="00E21406">
      <w:pPr>
        <w:rPr>
          <w:rFonts w:ascii="Arial" w:hAnsi="Arial" w:cs="Arial"/>
          <w:sz w:val="22"/>
          <w:szCs w:val="22"/>
        </w:rPr>
      </w:pPr>
    </w:p>
    <w:p w14:paraId="509C620C" w14:textId="77777777" w:rsidR="009F63E5" w:rsidRPr="001304A0" w:rsidRDefault="009F63E5" w:rsidP="00E21406">
      <w:pPr>
        <w:rPr>
          <w:rFonts w:ascii="Arial" w:hAnsi="Arial" w:cs="Arial"/>
          <w:b/>
          <w:sz w:val="22"/>
          <w:szCs w:val="22"/>
          <w:u w:val="single"/>
        </w:rPr>
      </w:pPr>
      <w:r w:rsidRPr="001304A0">
        <w:rPr>
          <w:rFonts w:ascii="Arial" w:hAnsi="Arial" w:cs="Arial"/>
          <w:b/>
          <w:sz w:val="22"/>
          <w:szCs w:val="22"/>
          <w:u w:val="single"/>
        </w:rPr>
        <w:t>Program</w:t>
      </w:r>
    </w:p>
    <w:p w14:paraId="1A6A3902" w14:textId="77777777" w:rsidR="009E3600" w:rsidRPr="001304A0" w:rsidRDefault="009E3600" w:rsidP="00E21406">
      <w:pPr>
        <w:rPr>
          <w:rFonts w:ascii="Arial" w:hAnsi="Arial" w:cs="Arial"/>
          <w:sz w:val="22"/>
          <w:szCs w:val="22"/>
        </w:rPr>
      </w:pPr>
    </w:p>
    <w:p w14:paraId="7819C29D" w14:textId="77777777" w:rsidR="009E3600" w:rsidRPr="001304A0" w:rsidRDefault="009E3600" w:rsidP="00E21406">
      <w:pPr>
        <w:pStyle w:val="Odsekzoznamu"/>
        <w:numPr>
          <w:ilvl w:val="0"/>
          <w:numId w:val="2"/>
        </w:numPr>
        <w:spacing w:after="60"/>
        <w:ind w:left="426" w:hanging="357"/>
        <w:contextualSpacing w:val="0"/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Metodické usmernenie o postupe zaraďovania referenčných údajov..."</w:t>
      </w:r>
      <w:r w:rsidR="001304A0">
        <w:rPr>
          <w:rFonts w:ascii="Arial" w:hAnsi="Arial" w:cs="Arial"/>
          <w:sz w:val="22"/>
          <w:szCs w:val="22"/>
        </w:rPr>
        <w:t xml:space="preserve"> – predložené na schválenie na základe odporúčania PS Referenčné údaje a jedenkrát a dosť</w:t>
      </w:r>
      <w:r w:rsidRPr="001304A0">
        <w:rPr>
          <w:rFonts w:ascii="Arial" w:hAnsi="Arial" w:cs="Arial"/>
          <w:sz w:val="22"/>
          <w:szCs w:val="22"/>
        </w:rPr>
        <w:t xml:space="preserve"> </w:t>
      </w:r>
    </w:p>
    <w:p w14:paraId="0F4BE66B" w14:textId="77777777" w:rsidR="009E3600" w:rsidRPr="001304A0" w:rsidRDefault="009E3600" w:rsidP="00E21406">
      <w:pPr>
        <w:pStyle w:val="Odsekzoznamu"/>
        <w:numPr>
          <w:ilvl w:val="0"/>
          <w:numId w:val="2"/>
        </w:numPr>
        <w:spacing w:after="60"/>
        <w:ind w:left="426" w:hanging="357"/>
        <w:contextualSpacing w:val="0"/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 xml:space="preserve">Postup pripojenia OVM do IS CSRÚ v roli </w:t>
      </w:r>
      <w:r w:rsidR="001304A0">
        <w:rPr>
          <w:rFonts w:ascii="Arial" w:hAnsi="Arial" w:cs="Arial"/>
          <w:sz w:val="22"/>
          <w:szCs w:val="22"/>
        </w:rPr>
        <w:t xml:space="preserve">konzumenta údajov </w:t>
      </w:r>
      <w:r w:rsidR="009105DF">
        <w:rPr>
          <w:rFonts w:ascii="Arial" w:hAnsi="Arial" w:cs="Arial"/>
          <w:sz w:val="22"/>
          <w:szCs w:val="22"/>
        </w:rPr>
        <w:t>– predložené na schválenie na základe n</w:t>
      </w:r>
      <w:r w:rsidRPr="001304A0">
        <w:rPr>
          <w:rFonts w:ascii="Arial" w:hAnsi="Arial" w:cs="Arial"/>
          <w:sz w:val="22"/>
          <w:szCs w:val="22"/>
        </w:rPr>
        <w:t>ávrh</w:t>
      </w:r>
      <w:r w:rsidR="009105DF">
        <w:rPr>
          <w:rFonts w:ascii="Arial" w:hAnsi="Arial" w:cs="Arial"/>
          <w:sz w:val="22"/>
          <w:szCs w:val="22"/>
        </w:rPr>
        <w:t>u</w:t>
      </w:r>
      <w:r w:rsidRPr="001304A0">
        <w:rPr>
          <w:rFonts w:ascii="Arial" w:hAnsi="Arial" w:cs="Arial"/>
          <w:sz w:val="22"/>
          <w:szCs w:val="22"/>
        </w:rPr>
        <w:t>, prerokovan</w:t>
      </w:r>
      <w:r w:rsidR="009105DF">
        <w:rPr>
          <w:rFonts w:ascii="Arial" w:hAnsi="Arial" w:cs="Arial"/>
          <w:sz w:val="22"/>
          <w:szCs w:val="22"/>
        </w:rPr>
        <w:t>om</w:t>
      </w:r>
      <w:r w:rsidRPr="001304A0">
        <w:rPr>
          <w:rFonts w:ascii="Arial" w:hAnsi="Arial" w:cs="Arial"/>
          <w:sz w:val="22"/>
          <w:szCs w:val="22"/>
        </w:rPr>
        <w:t xml:space="preserve"> a pripomienkovan</w:t>
      </w:r>
      <w:r w:rsidR="009105DF">
        <w:rPr>
          <w:rFonts w:ascii="Arial" w:hAnsi="Arial" w:cs="Arial"/>
          <w:sz w:val="22"/>
          <w:szCs w:val="22"/>
        </w:rPr>
        <w:t>om</w:t>
      </w:r>
      <w:r w:rsidRPr="001304A0">
        <w:rPr>
          <w:rFonts w:ascii="Arial" w:hAnsi="Arial" w:cs="Arial"/>
          <w:sz w:val="22"/>
          <w:szCs w:val="22"/>
        </w:rPr>
        <w:t xml:space="preserve"> PS Referenčné údaje.</w:t>
      </w:r>
    </w:p>
    <w:p w14:paraId="6DD34134" w14:textId="77777777" w:rsidR="009E3600" w:rsidRPr="001304A0" w:rsidRDefault="009E3600" w:rsidP="00E21406">
      <w:pPr>
        <w:pStyle w:val="Odsekzoznamu"/>
        <w:numPr>
          <w:ilvl w:val="0"/>
          <w:numId w:val="2"/>
        </w:numPr>
        <w:spacing w:after="60"/>
        <w:ind w:left="426" w:hanging="357"/>
        <w:contextualSpacing w:val="0"/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Informácia o stretnutiach s OVM k plánu vyhlasovania referenčných údajov</w:t>
      </w:r>
    </w:p>
    <w:p w14:paraId="5C7959C8" w14:textId="77777777" w:rsidR="009E3600" w:rsidRPr="001304A0" w:rsidRDefault="009E3600" w:rsidP="00E21406">
      <w:pPr>
        <w:pStyle w:val="Odsekzoznamu"/>
        <w:numPr>
          <w:ilvl w:val="0"/>
          <w:numId w:val="2"/>
        </w:numPr>
        <w:spacing w:after="60"/>
        <w:ind w:left="426" w:hanging="357"/>
        <w:contextualSpacing w:val="0"/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 xml:space="preserve">Predstavenie a diskusia o Štúdii uskutočniteľnosti </w:t>
      </w:r>
      <w:proofErr w:type="spellStart"/>
      <w:r w:rsidRPr="001304A0">
        <w:rPr>
          <w:rFonts w:ascii="Arial" w:hAnsi="Arial" w:cs="Arial"/>
          <w:sz w:val="22"/>
          <w:szCs w:val="22"/>
        </w:rPr>
        <w:t>Open</w:t>
      </w:r>
      <w:proofErr w:type="spellEnd"/>
      <w:r w:rsidRPr="001304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304A0">
        <w:rPr>
          <w:rFonts w:ascii="Arial" w:hAnsi="Arial" w:cs="Arial"/>
          <w:sz w:val="22"/>
          <w:szCs w:val="22"/>
        </w:rPr>
        <w:t>data</w:t>
      </w:r>
      <w:proofErr w:type="spellEnd"/>
      <w:r w:rsidRPr="001304A0">
        <w:rPr>
          <w:rFonts w:ascii="Arial" w:hAnsi="Arial" w:cs="Arial"/>
          <w:sz w:val="22"/>
          <w:szCs w:val="22"/>
        </w:rPr>
        <w:t xml:space="preserve"> 2.0  </w:t>
      </w:r>
    </w:p>
    <w:p w14:paraId="36762B18" w14:textId="77777777" w:rsidR="009E3600" w:rsidRPr="001304A0" w:rsidRDefault="009E3600" w:rsidP="00E21406">
      <w:pPr>
        <w:pStyle w:val="Odsekzoznamu"/>
        <w:numPr>
          <w:ilvl w:val="0"/>
          <w:numId w:val="2"/>
        </w:numPr>
        <w:spacing w:after="60"/>
        <w:ind w:left="426" w:hanging="357"/>
        <w:contextualSpacing w:val="0"/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Informácia o Akčnom pláne Iniciatívy pre otvorené vládnutie – vyhodnotenie predchádzajúceho, tvorba nových úloh</w:t>
      </w:r>
    </w:p>
    <w:p w14:paraId="6E5FFE99" w14:textId="77777777" w:rsidR="009E3600" w:rsidRPr="001304A0" w:rsidRDefault="009E3600" w:rsidP="00E21406">
      <w:pPr>
        <w:pStyle w:val="Odsekzoznamu"/>
        <w:numPr>
          <w:ilvl w:val="0"/>
          <w:numId w:val="2"/>
        </w:numPr>
        <w:spacing w:after="60"/>
        <w:ind w:left="426" w:hanging="357"/>
        <w:contextualSpacing w:val="0"/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Predstavenie prvého návrhu Metodiky merania dátovej kvality vo verejnej správe</w:t>
      </w:r>
    </w:p>
    <w:p w14:paraId="73B72D56" w14:textId="77777777" w:rsidR="009E3600" w:rsidRPr="001304A0" w:rsidRDefault="009E3600" w:rsidP="00E21406">
      <w:pPr>
        <w:pStyle w:val="Odsekzoznamu"/>
        <w:numPr>
          <w:ilvl w:val="0"/>
          <w:numId w:val="2"/>
        </w:numPr>
        <w:spacing w:after="60"/>
        <w:ind w:left="426" w:hanging="357"/>
        <w:contextualSpacing w:val="0"/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Informácia o aktualizácii podmienok pre 3.</w:t>
      </w:r>
      <w:r w:rsidR="001304A0">
        <w:rPr>
          <w:rFonts w:ascii="Arial" w:hAnsi="Arial" w:cs="Arial"/>
          <w:sz w:val="22"/>
          <w:szCs w:val="22"/>
        </w:rPr>
        <w:t xml:space="preserve"> </w:t>
      </w:r>
      <w:r w:rsidRPr="001304A0">
        <w:rPr>
          <w:rFonts w:ascii="Arial" w:hAnsi="Arial" w:cs="Arial"/>
          <w:sz w:val="22"/>
          <w:szCs w:val="22"/>
        </w:rPr>
        <w:t>kolo dopytovej výzvy Manažment údajov</w:t>
      </w:r>
    </w:p>
    <w:p w14:paraId="555342E3" w14:textId="77777777" w:rsidR="009F63E5" w:rsidRPr="001304A0" w:rsidRDefault="009E3600" w:rsidP="00E21406">
      <w:pPr>
        <w:pStyle w:val="Odsekzoznamu"/>
        <w:numPr>
          <w:ilvl w:val="0"/>
          <w:numId w:val="2"/>
        </w:numPr>
        <w:spacing w:after="60"/>
        <w:ind w:left="426" w:hanging="357"/>
        <w:contextualSpacing w:val="0"/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Iné - navrhnite</w:t>
      </w:r>
    </w:p>
    <w:p w14:paraId="7639E809" w14:textId="77777777" w:rsidR="009F63E5" w:rsidRPr="001304A0" w:rsidRDefault="009F63E5" w:rsidP="00E21406">
      <w:pPr>
        <w:rPr>
          <w:rFonts w:ascii="Arial" w:hAnsi="Arial" w:cs="Arial"/>
          <w:sz w:val="22"/>
          <w:szCs w:val="22"/>
        </w:rPr>
      </w:pPr>
    </w:p>
    <w:p w14:paraId="26879EDA" w14:textId="77777777" w:rsidR="00C46842" w:rsidRPr="001304A0" w:rsidRDefault="00C46842" w:rsidP="00E21406">
      <w:pPr>
        <w:rPr>
          <w:rFonts w:ascii="Arial" w:hAnsi="Arial" w:cs="Arial"/>
          <w:sz w:val="22"/>
          <w:szCs w:val="22"/>
        </w:rPr>
      </w:pPr>
    </w:p>
    <w:p w14:paraId="3BE5D528" w14:textId="77777777" w:rsidR="00682686" w:rsidRPr="001304A0" w:rsidRDefault="00682686" w:rsidP="00E21406">
      <w:pPr>
        <w:rPr>
          <w:rFonts w:ascii="Arial" w:hAnsi="Arial" w:cs="Arial"/>
          <w:b/>
          <w:sz w:val="22"/>
          <w:szCs w:val="22"/>
          <w:u w:val="single"/>
        </w:rPr>
      </w:pPr>
      <w:r w:rsidRPr="001304A0">
        <w:rPr>
          <w:rFonts w:ascii="Arial" w:hAnsi="Arial" w:cs="Arial"/>
          <w:b/>
          <w:sz w:val="22"/>
          <w:szCs w:val="22"/>
          <w:u w:val="single"/>
        </w:rPr>
        <w:t>Zápis</w:t>
      </w:r>
    </w:p>
    <w:p w14:paraId="7B2F2FB4" w14:textId="77777777" w:rsidR="00E62868" w:rsidRPr="001304A0" w:rsidRDefault="00E62868" w:rsidP="00E21406">
      <w:pPr>
        <w:rPr>
          <w:rFonts w:ascii="Arial" w:hAnsi="Arial" w:cs="Arial"/>
          <w:sz w:val="22"/>
          <w:szCs w:val="22"/>
        </w:rPr>
      </w:pPr>
    </w:p>
    <w:p w14:paraId="5C45F3DD" w14:textId="77777777" w:rsidR="00477986" w:rsidRPr="001304A0" w:rsidRDefault="001F3A42" w:rsidP="00E21406">
      <w:pPr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V dôsledku nedostatočného počtu hlasujúcich členov (prítomn</w:t>
      </w:r>
      <w:r w:rsidR="00477986" w:rsidRPr="001304A0">
        <w:rPr>
          <w:rFonts w:ascii="Arial" w:hAnsi="Arial" w:cs="Arial"/>
          <w:sz w:val="22"/>
          <w:szCs w:val="22"/>
        </w:rPr>
        <w:t>ý</w:t>
      </w:r>
      <w:r w:rsidRPr="001304A0">
        <w:rPr>
          <w:rFonts w:ascii="Arial" w:hAnsi="Arial" w:cs="Arial"/>
          <w:sz w:val="22"/>
          <w:szCs w:val="22"/>
        </w:rPr>
        <w:t>ch 9</w:t>
      </w:r>
      <w:r w:rsidR="00E21406">
        <w:rPr>
          <w:rFonts w:ascii="Arial" w:hAnsi="Arial" w:cs="Arial"/>
          <w:sz w:val="22"/>
          <w:szCs w:val="22"/>
        </w:rPr>
        <w:t xml:space="preserve"> z 23 </w:t>
      </w:r>
      <w:r w:rsidR="00477986" w:rsidRPr="001304A0">
        <w:rPr>
          <w:rFonts w:ascii="Arial" w:hAnsi="Arial" w:cs="Arial"/>
          <w:sz w:val="22"/>
          <w:szCs w:val="22"/>
        </w:rPr>
        <w:t>menovaných</w:t>
      </w:r>
      <w:r w:rsidRPr="001304A0">
        <w:rPr>
          <w:rFonts w:ascii="Arial" w:hAnsi="Arial" w:cs="Arial"/>
          <w:sz w:val="22"/>
          <w:szCs w:val="22"/>
        </w:rPr>
        <w:t>, t.j. 39%) na pracovnom stretnutí nebolo možné schváliť predkladané materiály</w:t>
      </w:r>
      <w:r w:rsidR="009105DF">
        <w:rPr>
          <w:rFonts w:ascii="Arial" w:hAnsi="Arial" w:cs="Arial"/>
          <w:sz w:val="22"/>
          <w:szCs w:val="22"/>
        </w:rPr>
        <w:t xml:space="preserve"> pod bodmi 1 a 2 programu</w:t>
      </w:r>
      <w:r w:rsidRPr="001304A0">
        <w:rPr>
          <w:rFonts w:ascii="Arial" w:hAnsi="Arial" w:cs="Arial"/>
          <w:sz w:val="22"/>
          <w:szCs w:val="22"/>
        </w:rPr>
        <w:t xml:space="preserve">. </w:t>
      </w:r>
      <w:r w:rsidR="00477986" w:rsidRPr="001304A0">
        <w:rPr>
          <w:rFonts w:ascii="Arial" w:hAnsi="Arial" w:cs="Arial"/>
          <w:sz w:val="22"/>
          <w:szCs w:val="22"/>
        </w:rPr>
        <w:t>Predseda pracovnej skupiny navrhol, aby s</w:t>
      </w:r>
      <w:r w:rsidRPr="001304A0">
        <w:rPr>
          <w:rFonts w:ascii="Arial" w:hAnsi="Arial" w:cs="Arial"/>
          <w:sz w:val="22"/>
          <w:szCs w:val="22"/>
        </w:rPr>
        <w:t>chvaľovanie materiálov prebeh</w:t>
      </w:r>
      <w:r w:rsidR="009105DF">
        <w:rPr>
          <w:rFonts w:ascii="Arial" w:hAnsi="Arial" w:cs="Arial"/>
          <w:sz w:val="22"/>
          <w:szCs w:val="22"/>
        </w:rPr>
        <w:t>lo</w:t>
      </w:r>
      <w:r w:rsidR="00477986" w:rsidRPr="001304A0">
        <w:rPr>
          <w:rFonts w:ascii="Arial" w:hAnsi="Arial" w:cs="Arial"/>
          <w:sz w:val="22"/>
          <w:szCs w:val="22"/>
        </w:rPr>
        <w:t xml:space="preserve"> následne </w:t>
      </w:r>
      <w:r w:rsidR="009105DF">
        <w:rPr>
          <w:rFonts w:ascii="Arial" w:hAnsi="Arial" w:cs="Arial"/>
          <w:sz w:val="22"/>
          <w:szCs w:val="22"/>
        </w:rPr>
        <w:t xml:space="preserve">formou </w:t>
      </w:r>
      <w:r w:rsidR="00477986" w:rsidRPr="001304A0">
        <w:rPr>
          <w:rFonts w:ascii="Arial" w:hAnsi="Arial" w:cs="Arial"/>
          <w:sz w:val="22"/>
          <w:szCs w:val="22"/>
        </w:rPr>
        <w:t xml:space="preserve">per </w:t>
      </w:r>
      <w:proofErr w:type="spellStart"/>
      <w:r w:rsidR="00477986" w:rsidRPr="001304A0">
        <w:rPr>
          <w:rFonts w:ascii="Arial" w:hAnsi="Arial" w:cs="Arial"/>
          <w:sz w:val="22"/>
          <w:szCs w:val="22"/>
        </w:rPr>
        <w:t>rollam</w:t>
      </w:r>
      <w:proofErr w:type="spellEnd"/>
      <w:r w:rsidR="009105DF">
        <w:rPr>
          <w:rFonts w:ascii="Arial" w:hAnsi="Arial" w:cs="Arial"/>
          <w:sz w:val="22"/>
          <w:szCs w:val="22"/>
        </w:rPr>
        <w:t>, ktorú umožňuje štatút pracovnej skupiny</w:t>
      </w:r>
      <w:r w:rsidR="00477986" w:rsidRPr="001304A0">
        <w:rPr>
          <w:rFonts w:ascii="Arial" w:hAnsi="Arial" w:cs="Arial"/>
          <w:sz w:val="22"/>
          <w:szCs w:val="22"/>
        </w:rPr>
        <w:t>.</w:t>
      </w:r>
      <w:r w:rsidRPr="001304A0">
        <w:rPr>
          <w:rFonts w:ascii="Arial" w:hAnsi="Arial" w:cs="Arial"/>
          <w:sz w:val="22"/>
          <w:szCs w:val="22"/>
        </w:rPr>
        <w:t xml:space="preserve"> </w:t>
      </w:r>
    </w:p>
    <w:p w14:paraId="02A95FA6" w14:textId="77777777" w:rsidR="00477986" w:rsidRPr="001304A0" w:rsidRDefault="00477986" w:rsidP="00E21406">
      <w:pPr>
        <w:rPr>
          <w:rFonts w:ascii="Arial" w:hAnsi="Arial" w:cs="Arial"/>
          <w:sz w:val="22"/>
          <w:szCs w:val="22"/>
        </w:rPr>
      </w:pPr>
    </w:p>
    <w:p w14:paraId="36C7082C" w14:textId="77777777" w:rsidR="00E62868" w:rsidRPr="001304A0" w:rsidRDefault="00C46842" w:rsidP="00E21406">
      <w:pPr>
        <w:pStyle w:val="Odsekzoznamu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1304A0">
        <w:rPr>
          <w:rFonts w:ascii="Arial" w:hAnsi="Arial" w:cs="Arial"/>
          <w:b/>
          <w:sz w:val="22"/>
          <w:szCs w:val="22"/>
        </w:rPr>
        <w:t>Metodické usmernenie o postupe zaraďovania referenčných údajov</w:t>
      </w:r>
    </w:p>
    <w:p w14:paraId="0C91418D" w14:textId="77777777" w:rsidR="00477986" w:rsidRPr="001304A0" w:rsidRDefault="00477986" w:rsidP="00E21406">
      <w:pPr>
        <w:rPr>
          <w:rFonts w:ascii="Arial" w:hAnsi="Arial" w:cs="Arial"/>
          <w:sz w:val="22"/>
          <w:szCs w:val="22"/>
        </w:rPr>
      </w:pPr>
    </w:p>
    <w:p w14:paraId="3B8C863B" w14:textId="77777777" w:rsidR="00EA60C9" w:rsidRPr="001304A0" w:rsidRDefault="00477986" w:rsidP="00E21406">
      <w:pPr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  <w:r w:rsidRPr="001304A0">
        <w:rPr>
          <w:rFonts w:ascii="Arial" w:hAnsi="Arial" w:cs="Arial"/>
          <w:sz w:val="22"/>
          <w:szCs w:val="22"/>
        </w:rPr>
        <w:t>Po diskusii a pripomienkach p. Mravcovej zo ŠÚSR</w:t>
      </w:r>
      <w:r w:rsidR="00EA60C9" w:rsidRPr="001304A0">
        <w:rPr>
          <w:rFonts w:ascii="Arial" w:hAnsi="Arial" w:cs="Arial"/>
          <w:sz w:val="22"/>
          <w:szCs w:val="22"/>
        </w:rPr>
        <w:t xml:space="preserve"> </w:t>
      </w:r>
      <w:r w:rsidR="00C9616D" w:rsidRPr="001304A0">
        <w:rPr>
          <w:rFonts w:ascii="Arial" w:hAnsi="Arial" w:cs="Arial"/>
          <w:sz w:val="22"/>
          <w:szCs w:val="22"/>
        </w:rPr>
        <w:t>bude usmernenie upravené nasledovne</w:t>
      </w:r>
      <w:r w:rsidR="00EA60C9" w:rsidRPr="001304A0">
        <w:rPr>
          <w:rFonts w:ascii="Arial" w:hAnsi="Arial" w:cs="Arial"/>
          <w:color w:val="222222"/>
          <w:sz w:val="22"/>
          <w:szCs w:val="22"/>
          <w:shd w:val="clear" w:color="auto" w:fill="FFFFFF"/>
        </w:rPr>
        <w:t>:</w:t>
      </w:r>
    </w:p>
    <w:p w14:paraId="19064E44" w14:textId="77777777" w:rsidR="00A2613C" w:rsidRPr="009105DF" w:rsidRDefault="00EA60C9" w:rsidP="009105DF">
      <w:pPr>
        <w:pStyle w:val="Odsekzoznamu"/>
        <w:numPr>
          <w:ilvl w:val="0"/>
          <w:numId w:val="3"/>
        </w:numPr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</w:pPr>
      <w:r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§11 bod 1 ods</w:t>
      </w:r>
      <w:r w:rsidR="00D41E63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.</w:t>
      </w:r>
      <w:r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 1.1 </w:t>
      </w:r>
      <w:r w:rsid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písm. </w:t>
      </w:r>
      <w:r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c</w:t>
      </w:r>
      <w:r w:rsid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)</w:t>
      </w:r>
      <w:r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 </w:t>
      </w:r>
      <w:r w:rsid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bude </w:t>
      </w:r>
      <w:r w:rsidR="00C9616D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odstránená </w:t>
      </w:r>
      <w:r w:rsid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posledná </w:t>
      </w:r>
      <w:r w:rsidR="00C9616D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veta</w:t>
      </w:r>
      <w:r w:rsid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 v zátvorke</w:t>
      </w:r>
      <w:r w:rsidR="00C9616D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: „</w:t>
      </w:r>
      <w:r w:rsidR="00A2613C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RPO musí mať preukázané, že </w:t>
      </w:r>
      <w:proofErr w:type="spellStart"/>
      <w:r w:rsidR="00A2613C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referencovanie</w:t>
      </w:r>
      <w:proofErr w:type="spellEnd"/>
      <w:r w:rsidR="00A2613C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 vykonáva ZR, lebo inak je povinný vykonať </w:t>
      </w:r>
      <w:proofErr w:type="spellStart"/>
      <w:r w:rsidR="00A2613C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referencovanie</w:t>
      </w:r>
      <w:proofErr w:type="spellEnd"/>
      <w:r w:rsidR="00A2613C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 sám</w:t>
      </w:r>
      <w:r w:rsidR="00C9616D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“</w:t>
      </w:r>
    </w:p>
    <w:p w14:paraId="21F54F76" w14:textId="77777777" w:rsidR="00EA60C9" w:rsidRPr="009105DF" w:rsidRDefault="00EA60C9" w:rsidP="009105DF">
      <w:pPr>
        <w:pStyle w:val="Odsekzoznamu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§11 bod 3 ods</w:t>
      </w:r>
      <w:r w:rsidR="00D41E63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.</w:t>
      </w:r>
      <w:r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 3.1.4 </w:t>
      </w:r>
      <w:r w:rsid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bude </w:t>
      </w:r>
      <w:r w:rsidR="00C9616D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odstránen</w:t>
      </w:r>
      <w:r w:rsid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ý záver</w:t>
      </w:r>
      <w:r w:rsidR="00C9616D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 vet</w:t>
      </w:r>
      <w:r w:rsid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y</w:t>
      </w:r>
      <w:r w:rsidR="00C9616D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: „</w:t>
      </w:r>
      <w:r w:rsid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.....</w:t>
      </w:r>
      <w:r w:rsidR="00C9616D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neumožniť zápis údajov, ktoré nie je možné stotožniť“</w:t>
      </w:r>
    </w:p>
    <w:p w14:paraId="5AF623A7" w14:textId="77777777" w:rsidR="009E3600" w:rsidRPr="009105DF" w:rsidRDefault="009105DF" w:rsidP="009105DF">
      <w:pPr>
        <w:pStyle w:val="Odsekzoznamu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k </w:t>
      </w:r>
      <w:r w:rsidR="00710A4A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§12 </w:t>
      </w:r>
      <w:r w:rsidR="00710A4A" w:rsidRPr="009105DF">
        <w:rPr>
          <w:rFonts w:ascii="Arial" w:hAnsi="Arial" w:cs="Arial"/>
          <w:sz w:val="22"/>
          <w:szCs w:val="22"/>
        </w:rPr>
        <w:t>bod</w:t>
      </w:r>
      <w:r>
        <w:rPr>
          <w:rFonts w:ascii="Arial" w:hAnsi="Arial" w:cs="Arial"/>
          <w:sz w:val="22"/>
          <w:szCs w:val="22"/>
        </w:rPr>
        <w:t>u</w:t>
      </w:r>
      <w:r w:rsidR="00710A4A" w:rsidRPr="009105DF">
        <w:rPr>
          <w:rFonts w:ascii="Arial" w:hAnsi="Arial" w:cs="Arial"/>
          <w:sz w:val="22"/>
          <w:szCs w:val="22"/>
        </w:rPr>
        <w:t xml:space="preserve"> 6 </w:t>
      </w:r>
      <w:r>
        <w:rPr>
          <w:rFonts w:ascii="Arial" w:hAnsi="Arial" w:cs="Arial"/>
          <w:sz w:val="22"/>
          <w:szCs w:val="22"/>
        </w:rPr>
        <w:t>a §11 ods. 1.3 bolo na stretnutí poskytnuté vysvetlenie.</w:t>
      </w:r>
    </w:p>
    <w:p w14:paraId="2FC2A9F1" w14:textId="77777777" w:rsidR="00710A4A" w:rsidRPr="001304A0" w:rsidRDefault="00710A4A" w:rsidP="00E21406">
      <w:pPr>
        <w:rPr>
          <w:rFonts w:ascii="Arial" w:hAnsi="Arial" w:cs="Arial"/>
          <w:sz w:val="22"/>
          <w:szCs w:val="22"/>
        </w:rPr>
      </w:pPr>
    </w:p>
    <w:p w14:paraId="0B203D0D" w14:textId="79208F3F" w:rsidR="00710A4A" w:rsidRPr="001304A0" w:rsidRDefault="00710A4A" w:rsidP="00E21406">
      <w:pPr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 xml:space="preserve">Upravené usmernenie bude poslané všetkým členom na schválenie per </w:t>
      </w:r>
      <w:proofErr w:type="spellStart"/>
      <w:r w:rsidRPr="001304A0">
        <w:rPr>
          <w:rFonts w:ascii="Arial" w:hAnsi="Arial" w:cs="Arial"/>
          <w:sz w:val="22"/>
          <w:szCs w:val="22"/>
        </w:rPr>
        <w:t>rollam</w:t>
      </w:r>
      <w:proofErr w:type="spellEnd"/>
      <w:r w:rsidR="00EA5A71" w:rsidRPr="001304A0">
        <w:rPr>
          <w:rFonts w:ascii="Arial" w:hAnsi="Arial" w:cs="Arial"/>
          <w:sz w:val="22"/>
          <w:szCs w:val="22"/>
        </w:rPr>
        <w:t>.</w:t>
      </w:r>
    </w:p>
    <w:p w14:paraId="6ED2D304" w14:textId="77777777" w:rsidR="00710A4A" w:rsidRPr="001304A0" w:rsidRDefault="00710A4A" w:rsidP="00E21406">
      <w:pPr>
        <w:rPr>
          <w:rFonts w:ascii="Arial" w:hAnsi="Arial" w:cs="Arial"/>
          <w:sz w:val="22"/>
          <w:szCs w:val="22"/>
        </w:rPr>
      </w:pPr>
      <w:r w:rsidRPr="009105DF">
        <w:rPr>
          <w:rFonts w:ascii="Arial" w:hAnsi="Arial" w:cs="Arial"/>
          <w:sz w:val="22"/>
          <w:szCs w:val="22"/>
        </w:rPr>
        <w:t>Termín:</w:t>
      </w:r>
      <w:r w:rsidR="009105DF" w:rsidRPr="009105DF">
        <w:rPr>
          <w:rFonts w:ascii="Arial" w:hAnsi="Arial" w:cs="Arial"/>
          <w:sz w:val="22"/>
          <w:szCs w:val="22"/>
        </w:rPr>
        <w:t xml:space="preserve"> 27.3.2019</w:t>
      </w:r>
    </w:p>
    <w:p w14:paraId="71246702" w14:textId="77777777" w:rsidR="00763419" w:rsidRDefault="00763419" w:rsidP="00E21406">
      <w:pPr>
        <w:rPr>
          <w:rFonts w:ascii="Arial" w:hAnsi="Arial" w:cs="Arial"/>
          <w:sz w:val="22"/>
          <w:szCs w:val="22"/>
        </w:rPr>
      </w:pPr>
    </w:p>
    <w:p w14:paraId="28F6429B" w14:textId="77777777" w:rsidR="00710A4A" w:rsidRPr="001304A0" w:rsidRDefault="00710A4A" w:rsidP="00E21406">
      <w:pPr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Zodpovedný: Andrej Hajd</w:t>
      </w:r>
      <w:r w:rsidR="009105DF">
        <w:rPr>
          <w:rFonts w:ascii="Arial" w:hAnsi="Arial" w:cs="Arial"/>
          <w:sz w:val="22"/>
          <w:szCs w:val="22"/>
        </w:rPr>
        <w:t>ú</w:t>
      </w:r>
      <w:r w:rsidRPr="001304A0">
        <w:rPr>
          <w:rFonts w:ascii="Arial" w:hAnsi="Arial" w:cs="Arial"/>
          <w:sz w:val="22"/>
          <w:szCs w:val="22"/>
        </w:rPr>
        <w:t>ch</w:t>
      </w:r>
    </w:p>
    <w:p w14:paraId="056AF9D0" w14:textId="77777777" w:rsidR="009105DF" w:rsidRDefault="009105DF">
      <w:pPr>
        <w:spacing w:after="160" w:line="259" w:lineRule="auto"/>
        <w:jc w:val="left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br w:type="page"/>
      </w:r>
    </w:p>
    <w:p w14:paraId="73FE4E0B" w14:textId="77777777" w:rsidR="00710A4A" w:rsidRPr="001304A0" w:rsidRDefault="00710A4A" w:rsidP="00E21406">
      <w:pPr>
        <w:pStyle w:val="Odsekzoznamu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1304A0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lastRenderedPageBreak/>
        <w:t>Postup pripojenia OVM do IS CSRÚ v roli konzumenta údajov</w:t>
      </w:r>
    </w:p>
    <w:p w14:paraId="7E04DFA6" w14:textId="77777777" w:rsidR="00710A4A" w:rsidRPr="001304A0" w:rsidRDefault="00710A4A" w:rsidP="00E21406">
      <w:pPr>
        <w:rPr>
          <w:rFonts w:ascii="Arial" w:hAnsi="Arial" w:cs="Arial"/>
          <w:sz w:val="22"/>
          <w:szCs w:val="22"/>
        </w:rPr>
      </w:pPr>
    </w:p>
    <w:p w14:paraId="1C04D3A0" w14:textId="77777777" w:rsidR="00710A4A" w:rsidRPr="001304A0" w:rsidRDefault="00710A4A" w:rsidP="00E21406">
      <w:pPr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 xml:space="preserve">Po </w:t>
      </w:r>
      <w:r w:rsidR="009105DF">
        <w:rPr>
          <w:rFonts w:ascii="Arial" w:hAnsi="Arial" w:cs="Arial"/>
          <w:sz w:val="22"/>
          <w:szCs w:val="22"/>
        </w:rPr>
        <w:t>upresňujúcich</w:t>
      </w:r>
      <w:r w:rsidRPr="001304A0">
        <w:rPr>
          <w:rFonts w:ascii="Arial" w:hAnsi="Arial" w:cs="Arial"/>
          <w:sz w:val="22"/>
          <w:szCs w:val="22"/>
        </w:rPr>
        <w:t xml:space="preserve"> pripomienkach </w:t>
      </w:r>
      <w:r w:rsidR="009105DF">
        <w:rPr>
          <w:rFonts w:ascii="Arial" w:hAnsi="Arial" w:cs="Arial"/>
          <w:sz w:val="22"/>
          <w:szCs w:val="22"/>
        </w:rPr>
        <w:t xml:space="preserve">p. </w:t>
      </w:r>
      <w:proofErr w:type="spellStart"/>
      <w:r w:rsidR="009105DF">
        <w:rPr>
          <w:rFonts w:ascii="Arial" w:hAnsi="Arial" w:cs="Arial"/>
          <w:sz w:val="22"/>
          <w:szCs w:val="22"/>
        </w:rPr>
        <w:t>Illeka</w:t>
      </w:r>
      <w:proofErr w:type="spellEnd"/>
      <w:r w:rsidR="009105DF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9105DF">
        <w:rPr>
          <w:rFonts w:ascii="Arial" w:hAnsi="Arial" w:cs="Arial"/>
          <w:sz w:val="22"/>
          <w:szCs w:val="22"/>
        </w:rPr>
        <w:t>SlovenskoDigital</w:t>
      </w:r>
      <w:proofErr w:type="spellEnd"/>
      <w:r w:rsidR="009105DF">
        <w:rPr>
          <w:rFonts w:ascii="Arial" w:hAnsi="Arial" w:cs="Arial"/>
          <w:sz w:val="22"/>
          <w:szCs w:val="22"/>
        </w:rPr>
        <w:t xml:space="preserve">), k častiam materiálu týkajúcim sa Dohôd o poskytovaní údajov, </w:t>
      </w:r>
      <w:r w:rsidRPr="001304A0">
        <w:rPr>
          <w:rFonts w:ascii="Arial" w:hAnsi="Arial" w:cs="Arial"/>
          <w:sz w:val="22"/>
          <w:szCs w:val="22"/>
        </w:rPr>
        <w:t xml:space="preserve">bolo dohodnuté prepracovanie </w:t>
      </w:r>
      <w:r w:rsidR="009105DF">
        <w:rPr>
          <w:rFonts w:ascii="Arial" w:hAnsi="Arial" w:cs="Arial"/>
          <w:sz w:val="22"/>
          <w:szCs w:val="22"/>
        </w:rPr>
        <w:t xml:space="preserve">textu </w:t>
      </w:r>
      <w:r w:rsidRPr="001304A0">
        <w:rPr>
          <w:rFonts w:ascii="Arial" w:hAnsi="Arial" w:cs="Arial"/>
          <w:sz w:val="22"/>
          <w:szCs w:val="22"/>
        </w:rPr>
        <w:t xml:space="preserve">materiálu a aktualizovaný materiál bude poslaný na schválenie per </w:t>
      </w:r>
      <w:proofErr w:type="spellStart"/>
      <w:r w:rsidRPr="001304A0">
        <w:rPr>
          <w:rFonts w:ascii="Arial" w:hAnsi="Arial" w:cs="Arial"/>
          <w:sz w:val="22"/>
          <w:szCs w:val="22"/>
        </w:rPr>
        <w:t>rollam</w:t>
      </w:r>
      <w:proofErr w:type="spellEnd"/>
      <w:r w:rsidRPr="001304A0">
        <w:rPr>
          <w:rFonts w:ascii="Arial" w:hAnsi="Arial" w:cs="Arial"/>
          <w:sz w:val="22"/>
          <w:szCs w:val="22"/>
        </w:rPr>
        <w:t>.</w:t>
      </w:r>
    </w:p>
    <w:p w14:paraId="00375F65" w14:textId="77777777" w:rsidR="00710A4A" w:rsidRPr="001304A0" w:rsidRDefault="00710A4A" w:rsidP="00E21406">
      <w:pPr>
        <w:rPr>
          <w:rFonts w:ascii="Arial" w:hAnsi="Arial" w:cs="Arial"/>
          <w:sz w:val="22"/>
          <w:szCs w:val="22"/>
        </w:rPr>
      </w:pPr>
    </w:p>
    <w:p w14:paraId="675356FE" w14:textId="77777777" w:rsidR="00710A4A" w:rsidRPr="001304A0" w:rsidRDefault="00710A4A" w:rsidP="00E21406">
      <w:pPr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Termín: 29.03.2019</w:t>
      </w:r>
    </w:p>
    <w:p w14:paraId="033D3C0D" w14:textId="77777777" w:rsidR="00710A4A" w:rsidRPr="001304A0" w:rsidRDefault="00710A4A" w:rsidP="00E21406">
      <w:pPr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Zodpovedný: Ivan Král</w:t>
      </w:r>
    </w:p>
    <w:p w14:paraId="5F355E31" w14:textId="77777777" w:rsidR="00951CD4" w:rsidRPr="001304A0" w:rsidRDefault="00951CD4" w:rsidP="00E21406">
      <w:pPr>
        <w:rPr>
          <w:rFonts w:ascii="Arial" w:hAnsi="Arial" w:cs="Arial"/>
          <w:sz w:val="22"/>
          <w:szCs w:val="22"/>
        </w:rPr>
      </w:pPr>
    </w:p>
    <w:p w14:paraId="1D6B62BC" w14:textId="77777777" w:rsidR="00951CD4" w:rsidRPr="001304A0" w:rsidRDefault="00951CD4" w:rsidP="00E21406">
      <w:pPr>
        <w:pStyle w:val="Odsekzoznamu"/>
        <w:numPr>
          <w:ilvl w:val="0"/>
          <w:numId w:val="1"/>
        </w:numP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1304A0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Informácia o stretnutiach s OVM k plánu vyhlasovania referenčných údajov</w:t>
      </w:r>
    </w:p>
    <w:p w14:paraId="3BB7841D" w14:textId="77777777" w:rsidR="00951CD4" w:rsidRPr="001304A0" w:rsidRDefault="00951CD4" w:rsidP="00E21406">
      <w:pP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0A5420C2" w14:textId="77777777" w:rsidR="009105DF" w:rsidRDefault="009105DF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Informáciu podali zástupcovia Dátovej kancelárie ÚPVII k uskutočneným stretnutiam s:</w:t>
      </w:r>
    </w:p>
    <w:p w14:paraId="58796C3F" w14:textId="77777777" w:rsidR="009105DF" w:rsidRDefault="009105DF" w:rsidP="009105DF">
      <w:pPr>
        <w:pStyle w:val="Odsekzoznamu"/>
        <w:numPr>
          <w:ilvl w:val="0"/>
          <w:numId w:val="3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MV SR (údaje z Registra adries)</w:t>
      </w:r>
    </w:p>
    <w:p w14:paraId="453A8873" w14:textId="77777777" w:rsidR="009105DF" w:rsidRDefault="009105DF" w:rsidP="009105DF">
      <w:pPr>
        <w:pStyle w:val="Odsekzoznamu"/>
        <w:numPr>
          <w:ilvl w:val="0"/>
          <w:numId w:val="3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Asociáciou zdravotných poisťovní (údaje o pohľadávkach na zdravotnom poistení po lehote splatnosti)</w:t>
      </w:r>
    </w:p>
    <w:p w14:paraId="71917C44" w14:textId="77777777" w:rsidR="009105DF" w:rsidRDefault="009105DF" w:rsidP="009105DF">
      <w:pPr>
        <w:pStyle w:val="Odsekzoznamu"/>
        <w:numPr>
          <w:ilvl w:val="0"/>
          <w:numId w:val="3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FR SR (DIČ a údaje k daňov</w:t>
      </w:r>
      <w:r w:rsidR="00F1576C">
        <w:rPr>
          <w:rFonts w:ascii="Arial" w:hAnsi="Arial" w:cs="Arial"/>
          <w:color w:val="000000"/>
          <w:sz w:val="22"/>
          <w:szCs w:val="22"/>
          <w:shd w:val="clear" w:color="auto" w:fill="FFFFFF"/>
        </w:rPr>
        <w:t>ým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nedoplatk</w:t>
      </w:r>
      <w:r w:rsidR="00F1576C">
        <w:rPr>
          <w:rFonts w:ascii="Arial" w:hAnsi="Arial" w:cs="Arial"/>
          <w:color w:val="000000"/>
          <w:sz w:val="22"/>
          <w:szCs w:val="22"/>
          <w:shd w:val="clear" w:color="auto" w:fill="FFFFFF"/>
        </w:rPr>
        <w:t>om)</w:t>
      </w:r>
    </w:p>
    <w:p w14:paraId="75592A65" w14:textId="77777777" w:rsidR="00F1576C" w:rsidRDefault="00F1576C" w:rsidP="009105DF">
      <w:pPr>
        <w:pStyle w:val="Odsekzoznamu"/>
        <w:numPr>
          <w:ilvl w:val="0"/>
          <w:numId w:val="3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MS SR (údaje z registra úpadcov)</w:t>
      </w:r>
    </w:p>
    <w:p w14:paraId="78BC61E5" w14:textId="77777777" w:rsidR="00F1576C" w:rsidRDefault="00F1576C" w:rsidP="009105DF">
      <w:pPr>
        <w:pStyle w:val="Odsekzoznamu"/>
        <w:numPr>
          <w:ilvl w:val="0"/>
          <w:numId w:val="3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Sociálna poisťovňa (údaje o nedoplatkoch na sociálnom poistení)</w:t>
      </w:r>
    </w:p>
    <w:p w14:paraId="6E047C1C" w14:textId="77777777" w:rsidR="00F1576C" w:rsidRPr="009105DF" w:rsidRDefault="00F1576C" w:rsidP="009105DF">
      <w:pPr>
        <w:pStyle w:val="Odsekzoznamu"/>
        <w:numPr>
          <w:ilvl w:val="0"/>
          <w:numId w:val="3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MŠVVaŠ SR (údaje z potvrdení o návšteve školy)</w:t>
      </w:r>
    </w:p>
    <w:p w14:paraId="3D1A29FF" w14:textId="77777777" w:rsidR="00F1576C" w:rsidRDefault="00F1576C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2FC9DDCD" w14:textId="77777777" w:rsidR="00951CD4" w:rsidRPr="001304A0" w:rsidRDefault="006B183B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1304A0">
        <w:rPr>
          <w:rFonts w:ascii="Arial" w:hAnsi="Arial" w:cs="Arial"/>
          <w:color w:val="000000"/>
          <w:sz w:val="22"/>
          <w:szCs w:val="22"/>
          <w:shd w:val="clear" w:color="auto" w:fill="FFFFFF"/>
        </w:rPr>
        <w:t>Informácia bola zobraná na vedomie</w:t>
      </w:r>
      <w:r w:rsidR="00F1576C"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6E4EC3DB" w14:textId="77777777" w:rsidR="006B183B" w:rsidRPr="001304A0" w:rsidRDefault="006B183B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5EBCA636" w14:textId="77777777" w:rsidR="00951CD4" w:rsidRPr="001304A0" w:rsidRDefault="00951CD4" w:rsidP="00E21406">
      <w:pP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064156FD" w14:textId="77777777" w:rsidR="00710A4A" w:rsidRPr="001304A0" w:rsidRDefault="006B183B" w:rsidP="00E21406">
      <w:pPr>
        <w:pStyle w:val="Odsekzoznamu"/>
        <w:numPr>
          <w:ilvl w:val="0"/>
          <w:numId w:val="1"/>
        </w:numP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1304A0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Predstavenie a diskusia o Štúdii uskutočniteľnosti </w:t>
      </w:r>
      <w:proofErr w:type="spellStart"/>
      <w:r w:rsidRPr="001304A0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Open</w:t>
      </w:r>
      <w:proofErr w:type="spellEnd"/>
      <w:r w:rsidRPr="001304A0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1304A0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data</w:t>
      </w:r>
      <w:proofErr w:type="spellEnd"/>
      <w:r w:rsidRPr="001304A0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 2.0</w:t>
      </w:r>
    </w:p>
    <w:p w14:paraId="13B2D492" w14:textId="77777777" w:rsidR="006B183B" w:rsidRPr="001304A0" w:rsidRDefault="006B183B" w:rsidP="00E21406">
      <w:pP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4E91A268" w14:textId="77777777" w:rsidR="00F1576C" w:rsidRDefault="006F42ED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I</w:t>
      </w:r>
      <w:r w:rsidR="00F1576C">
        <w:rPr>
          <w:rFonts w:ascii="Arial" w:hAnsi="Arial" w:cs="Arial"/>
          <w:color w:val="000000"/>
          <w:sz w:val="22"/>
          <w:szCs w:val="22"/>
          <w:shd w:val="clear" w:color="auto" w:fill="FFFFFF"/>
        </w:rPr>
        <w:t>nformáci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e k projektu (štúdii)</w:t>
      </w:r>
      <w:r w:rsidR="00F1576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poskytol účastníkom stretnutia zástupca DK ÚPVII Milan Andrejkovič.</w:t>
      </w:r>
    </w:p>
    <w:p w14:paraId="4410408E" w14:textId="77777777" w:rsidR="006F42ED" w:rsidRDefault="006F42ED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Projekt bol zverejnený na verejné pripomienkovanie.</w:t>
      </w:r>
    </w:p>
    <w:p w14:paraId="3E895A15" w14:textId="77777777" w:rsidR="006F42ED" w:rsidRDefault="006F42ED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Dňa 28.3.sa uskutoční verejné vypočutie k projektu.</w:t>
      </w:r>
    </w:p>
    <w:p w14:paraId="3651B0F2" w14:textId="77777777" w:rsidR="006B183B" w:rsidRPr="001304A0" w:rsidRDefault="006B183B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1304A0">
        <w:rPr>
          <w:rFonts w:ascii="Arial" w:hAnsi="Arial" w:cs="Arial"/>
          <w:color w:val="000000"/>
          <w:sz w:val="22"/>
          <w:szCs w:val="22"/>
          <w:shd w:val="clear" w:color="auto" w:fill="FFFFFF"/>
        </w:rPr>
        <w:t>Informácia bola zobraná na vedomie</w:t>
      </w:r>
    </w:p>
    <w:p w14:paraId="76FDFB2B" w14:textId="77777777" w:rsidR="006B183B" w:rsidRPr="001304A0" w:rsidRDefault="006B183B" w:rsidP="00E21406">
      <w:pP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089996DD" w14:textId="77777777" w:rsidR="009E3600" w:rsidRPr="001304A0" w:rsidRDefault="009E3600" w:rsidP="00E21406">
      <w:pPr>
        <w:rPr>
          <w:rFonts w:ascii="Arial" w:hAnsi="Arial" w:cs="Arial"/>
          <w:sz w:val="22"/>
          <w:szCs w:val="22"/>
        </w:rPr>
      </w:pPr>
    </w:p>
    <w:p w14:paraId="073D41AE" w14:textId="77777777" w:rsidR="009E3600" w:rsidRPr="001304A0" w:rsidRDefault="006B183B" w:rsidP="00E21406">
      <w:pPr>
        <w:pStyle w:val="Odsekzoznamu"/>
        <w:numPr>
          <w:ilvl w:val="0"/>
          <w:numId w:val="1"/>
        </w:numP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1304A0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Informácia o Akčnom pláne Iniciatívy pre otvorené vládnutie – vyhodnotenie predchádzajúceho, tvorba nových úloh</w:t>
      </w:r>
    </w:p>
    <w:p w14:paraId="540D55D3" w14:textId="77777777" w:rsidR="006B183B" w:rsidRPr="001304A0" w:rsidRDefault="006B183B" w:rsidP="00E21406">
      <w:pP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1EA26089" w14:textId="77777777" w:rsidR="00F1576C" w:rsidRDefault="00F1576C" w:rsidP="00F1576C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Informáciu poskytol účastníkom stretnutia zástupca DK ÚPVII Milan Andrejkovič.</w:t>
      </w:r>
    </w:p>
    <w:p w14:paraId="565E3C4A" w14:textId="77777777" w:rsidR="006B183B" w:rsidRPr="001304A0" w:rsidRDefault="006B183B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1304A0">
        <w:rPr>
          <w:rFonts w:ascii="Arial" w:hAnsi="Arial" w:cs="Arial"/>
          <w:color w:val="000000"/>
          <w:sz w:val="22"/>
          <w:szCs w:val="22"/>
          <w:shd w:val="clear" w:color="auto" w:fill="FFFFFF"/>
        </w:rPr>
        <w:t>Informácia bola zobraná na vedomie</w:t>
      </w:r>
    </w:p>
    <w:p w14:paraId="783BB886" w14:textId="77777777" w:rsidR="009E3600" w:rsidRPr="001304A0" w:rsidRDefault="009E3600" w:rsidP="00E21406">
      <w:pPr>
        <w:rPr>
          <w:rFonts w:ascii="Arial" w:hAnsi="Arial" w:cs="Arial"/>
          <w:sz w:val="22"/>
          <w:szCs w:val="22"/>
        </w:rPr>
      </w:pPr>
    </w:p>
    <w:p w14:paraId="2622DE1F" w14:textId="77777777" w:rsidR="006B183B" w:rsidRPr="001304A0" w:rsidRDefault="006B183B" w:rsidP="00E21406">
      <w:pPr>
        <w:rPr>
          <w:rFonts w:ascii="Arial" w:hAnsi="Arial" w:cs="Arial"/>
          <w:sz w:val="22"/>
          <w:szCs w:val="22"/>
        </w:rPr>
      </w:pPr>
    </w:p>
    <w:p w14:paraId="22B02567" w14:textId="77777777" w:rsidR="006B183B" w:rsidRPr="001304A0" w:rsidRDefault="006B183B" w:rsidP="00E21406">
      <w:pPr>
        <w:pStyle w:val="Odsekzoznamu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1304A0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Predstavenie</w:t>
      </w:r>
      <w:r w:rsidRPr="001304A0">
        <w:rPr>
          <w:rFonts w:ascii="Arial" w:hAnsi="Arial" w:cs="Arial"/>
          <w:b/>
          <w:sz w:val="22"/>
          <w:szCs w:val="22"/>
        </w:rPr>
        <w:t xml:space="preserve"> prvého návrhu Metodiky merania dátovej kvality vo verejnej správe</w:t>
      </w:r>
    </w:p>
    <w:p w14:paraId="5A97A799" w14:textId="77777777" w:rsidR="006B183B" w:rsidRPr="001304A0" w:rsidRDefault="006B183B" w:rsidP="00E21406">
      <w:pPr>
        <w:rPr>
          <w:rFonts w:ascii="Arial" w:hAnsi="Arial" w:cs="Arial"/>
          <w:b/>
          <w:sz w:val="22"/>
          <w:szCs w:val="22"/>
        </w:rPr>
      </w:pPr>
    </w:p>
    <w:p w14:paraId="070587DB" w14:textId="77777777" w:rsidR="006F42ED" w:rsidRDefault="006F42ED" w:rsidP="00E214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stretnutí bol predstavený zámer Metodiky merania dátovej kvality vo verejnej správe, ktorá má byť vypracovaná v termíne 7.4.2019.</w:t>
      </w:r>
    </w:p>
    <w:p w14:paraId="7A3985EA" w14:textId="77777777" w:rsidR="006F42ED" w:rsidRPr="001304A0" w:rsidRDefault="006F42ED" w:rsidP="006F42E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1304A0">
        <w:rPr>
          <w:rFonts w:ascii="Arial" w:hAnsi="Arial" w:cs="Arial"/>
          <w:sz w:val="22"/>
          <w:szCs w:val="22"/>
        </w:rPr>
        <w:t xml:space="preserve">ávrh </w:t>
      </w:r>
      <w:r>
        <w:rPr>
          <w:rFonts w:ascii="Arial" w:hAnsi="Arial" w:cs="Arial"/>
          <w:sz w:val="22"/>
          <w:szCs w:val="22"/>
        </w:rPr>
        <w:t xml:space="preserve">Metodiky </w:t>
      </w:r>
      <w:r w:rsidRPr="001304A0">
        <w:rPr>
          <w:rFonts w:ascii="Arial" w:hAnsi="Arial" w:cs="Arial"/>
          <w:sz w:val="22"/>
          <w:szCs w:val="22"/>
        </w:rPr>
        <w:t xml:space="preserve">bude umiestnený </w:t>
      </w:r>
      <w:r>
        <w:rPr>
          <w:rFonts w:ascii="Arial" w:hAnsi="Arial" w:cs="Arial"/>
          <w:sz w:val="22"/>
          <w:szCs w:val="22"/>
        </w:rPr>
        <w:t>na</w:t>
      </w:r>
      <w:r w:rsidRPr="001304A0">
        <w:rPr>
          <w:rFonts w:ascii="Arial" w:hAnsi="Arial" w:cs="Arial"/>
          <w:sz w:val="22"/>
          <w:szCs w:val="22"/>
        </w:rPr>
        <w:t> spoločnom úložisku na pripomienkovanie</w:t>
      </w:r>
      <w:r>
        <w:rPr>
          <w:rFonts w:ascii="Arial" w:hAnsi="Arial" w:cs="Arial"/>
          <w:sz w:val="22"/>
          <w:szCs w:val="22"/>
        </w:rPr>
        <w:t>.</w:t>
      </w:r>
    </w:p>
    <w:p w14:paraId="0BD36C67" w14:textId="77777777" w:rsidR="006F42ED" w:rsidRDefault="006F42ED" w:rsidP="00E214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Následne po vypracovaní metodiky prebehne pilotné meranie kvality na 3 registroch (RPO, Register adries a Register úpadcov).</w:t>
      </w:r>
    </w:p>
    <w:p w14:paraId="48F271C7" w14:textId="77777777" w:rsidR="00A2613C" w:rsidRPr="001304A0" w:rsidRDefault="00A2613C" w:rsidP="00E21406">
      <w:pPr>
        <w:rPr>
          <w:rFonts w:ascii="Arial" w:hAnsi="Arial" w:cs="Arial"/>
          <w:sz w:val="22"/>
          <w:szCs w:val="22"/>
        </w:rPr>
      </w:pPr>
    </w:p>
    <w:p w14:paraId="1803A847" w14:textId="77777777" w:rsidR="00A2613C" w:rsidRPr="001304A0" w:rsidRDefault="00A2613C" w:rsidP="00E21406">
      <w:pPr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Termín: 7.4. 2019</w:t>
      </w:r>
    </w:p>
    <w:p w14:paraId="5F5B5C1F" w14:textId="77777777" w:rsidR="00A2613C" w:rsidRPr="001304A0" w:rsidRDefault="00A2613C" w:rsidP="00E21406">
      <w:pPr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Zodpovedný: Dávid Igaz, Tomáš Horváth, Martin Florián (KPMG)</w:t>
      </w:r>
    </w:p>
    <w:p w14:paraId="4EE9F12B" w14:textId="77777777" w:rsidR="009E3600" w:rsidRPr="001304A0" w:rsidRDefault="009E3600" w:rsidP="00E21406">
      <w:pPr>
        <w:rPr>
          <w:rFonts w:ascii="Arial" w:hAnsi="Arial" w:cs="Arial"/>
          <w:sz w:val="22"/>
          <w:szCs w:val="22"/>
        </w:rPr>
      </w:pPr>
    </w:p>
    <w:p w14:paraId="7FD5EBA3" w14:textId="77777777" w:rsidR="009E3600" w:rsidRPr="001304A0" w:rsidRDefault="009E3600" w:rsidP="00E21406">
      <w:pPr>
        <w:rPr>
          <w:rFonts w:ascii="Arial" w:hAnsi="Arial" w:cs="Arial"/>
          <w:sz w:val="22"/>
          <w:szCs w:val="22"/>
        </w:rPr>
      </w:pPr>
    </w:p>
    <w:p w14:paraId="4CBDD76E" w14:textId="77777777" w:rsidR="00415AF0" w:rsidRDefault="00415AF0">
      <w:pPr>
        <w:spacing w:after="160" w:line="259" w:lineRule="auto"/>
        <w:jc w:val="left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br w:type="page"/>
      </w:r>
    </w:p>
    <w:p w14:paraId="29FE83AF" w14:textId="77777777" w:rsidR="00415AF0" w:rsidRDefault="00415AF0" w:rsidP="00415AF0">
      <w:pPr>
        <w:pStyle w:val="Odsekzoznamu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240E998E" w14:textId="77777777" w:rsidR="00C9616D" w:rsidRPr="00415AF0" w:rsidRDefault="00C9616D" w:rsidP="00415AF0">
      <w:pPr>
        <w:pStyle w:val="Odsekzoznamu"/>
        <w:numPr>
          <w:ilvl w:val="0"/>
          <w:numId w:val="1"/>
        </w:numP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415AF0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Informácia o aktualizácii podmienok pre 3.</w:t>
      </w:r>
      <w:r w:rsidR="001304A0" w:rsidRPr="00415AF0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 </w:t>
      </w:r>
      <w:r w:rsidRPr="00415AF0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kolo dopytovej výzvy Manažment údajov</w:t>
      </w:r>
    </w:p>
    <w:p w14:paraId="5F25B347" w14:textId="77777777" w:rsidR="00C9616D" w:rsidRPr="001304A0" w:rsidRDefault="00C9616D" w:rsidP="00E21406">
      <w:pP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445B8AB4" w14:textId="77777777" w:rsidR="00C9616D" w:rsidRPr="001304A0" w:rsidRDefault="00C9616D" w:rsidP="00E21406">
      <w:pP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06E4E20D" w14:textId="77777777" w:rsidR="00415AF0" w:rsidRDefault="00C9616D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1304A0">
        <w:rPr>
          <w:rFonts w:ascii="Arial" w:hAnsi="Arial" w:cs="Arial"/>
          <w:color w:val="000000"/>
          <w:sz w:val="22"/>
          <w:szCs w:val="22"/>
          <w:shd w:val="clear" w:color="auto" w:fill="FFFFFF"/>
        </w:rPr>
        <w:t>Informácia bola zobratá na vedomie. Juraj Paulen informoval o</w:t>
      </w:r>
      <w:r w:rsidR="00415AF0">
        <w:rPr>
          <w:rFonts w:ascii="Arial" w:hAnsi="Arial" w:cs="Arial"/>
          <w:color w:val="000000"/>
          <w:sz w:val="22"/>
          <w:szCs w:val="22"/>
          <w:shd w:val="clear" w:color="auto" w:fill="FFFFFF"/>
        </w:rPr>
        <w:t> ukončení 2. kola predkladania dopytových projektov k výzve. V rámci 2. kola bolo schválených 6 projektov. 2 projekty boli posunuté do 3. kola (ŽSK a PSK). Vyhlásenie 3. kola je plánované v priebehu prvého aprílového týždňa s trvaním 3 mesiace.</w:t>
      </w:r>
      <w:r w:rsidRPr="001304A0">
        <w:rPr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</w:p>
    <w:p w14:paraId="15C0CB37" w14:textId="77777777" w:rsidR="00415AF0" w:rsidRDefault="00415AF0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Príloha 23 výzvy bude obsahovať vzorový projekt obsahujúci popis štruktúry (</w:t>
      </w:r>
      <w:proofErr w:type="spellStart"/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template</w:t>
      </w:r>
      <w:proofErr w:type="spellEnd"/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štúdie).</w:t>
      </w:r>
    </w:p>
    <w:p w14:paraId="2040C331" w14:textId="77777777" w:rsidR="00415AF0" w:rsidRDefault="00415AF0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Okruh oprávnených žiadateľov bol rozšírený na všetky subjekty verejnej správy.</w:t>
      </w:r>
    </w:p>
    <w:p w14:paraId="6F8CE9D7" w14:textId="77777777" w:rsidR="00415AF0" w:rsidRDefault="00415AF0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Boli tiež upravené podmienky (typy projektov, možnosť tvorby partnerského projektu, ....).</w:t>
      </w:r>
    </w:p>
    <w:p w14:paraId="0BF3E268" w14:textId="77777777" w:rsidR="00415AF0" w:rsidRDefault="00415AF0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Predpokladá sa navýšenie alokácie k projektu.</w:t>
      </w:r>
    </w:p>
    <w:p w14:paraId="264168A7" w14:textId="77777777" w:rsidR="00C9616D" w:rsidRPr="001304A0" w:rsidRDefault="00415AF0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K predstaveniu dopytovej výzvy sa </w:t>
      </w:r>
      <w:r w:rsidR="00C9616D" w:rsidRPr="001304A0">
        <w:rPr>
          <w:rFonts w:ascii="Arial" w:hAnsi="Arial" w:cs="Arial"/>
          <w:color w:val="000000"/>
          <w:sz w:val="22"/>
          <w:szCs w:val="22"/>
          <w:shd w:val="clear" w:color="auto" w:fill="FFFFFF"/>
        </w:rPr>
        <w:t>plán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ujú</w:t>
      </w:r>
      <w:r w:rsidR="00C9616D" w:rsidRPr="001304A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workshop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y v BA ale aj</w:t>
      </w:r>
      <w:r w:rsidR="00C9616D" w:rsidRPr="001304A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v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  <w:r w:rsidR="00C9616D" w:rsidRPr="001304A0">
        <w:rPr>
          <w:rFonts w:ascii="Arial" w:hAnsi="Arial" w:cs="Arial"/>
          <w:color w:val="000000"/>
          <w:sz w:val="22"/>
          <w:szCs w:val="22"/>
          <w:shd w:val="clear" w:color="auto" w:fill="FFFFFF"/>
        </w:rPr>
        <w:t>regiónoch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3658A356" w14:textId="77777777" w:rsidR="00C9616D" w:rsidRPr="001304A0" w:rsidRDefault="00C9616D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6F7E43BA" w14:textId="77777777" w:rsidR="009E3600" w:rsidRPr="001304A0" w:rsidRDefault="009E3600" w:rsidP="00E21406">
      <w:pPr>
        <w:rPr>
          <w:rFonts w:ascii="Arial" w:hAnsi="Arial" w:cs="Arial"/>
          <w:sz w:val="22"/>
          <w:szCs w:val="22"/>
        </w:rPr>
      </w:pPr>
      <w:bookmarkStart w:id="2" w:name="_GoBack"/>
      <w:bookmarkEnd w:id="2"/>
    </w:p>
    <w:p w14:paraId="59F91C19" w14:textId="77777777" w:rsidR="00E62868" w:rsidRPr="001304A0" w:rsidRDefault="00E62868" w:rsidP="00E21406">
      <w:pPr>
        <w:rPr>
          <w:rFonts w:ascii="Arial" w:hAnsi="Arial" w:cs="Arial"/>
          <w:sz w:val="22"/>
          <w:szCs w:val="22"/>
        </w:rPr>
      </w:pPr>
    </w:p>
    <w:p w14:paraId="59C25B21" w14:textId="3CD25D9D" w:rsidR="00415AF0" w:rsidRPr="001304A0" w:rsidRDefault="00682686" w:rsidP="00E21406">
      <w:pPr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Zapísal</w:t>
      </w:r>
      <w:r w:rsidR="00E62868" w:rsidRPr="001304A0">
        <w:rPr>
          <w:rFonts w:ascii="Arial" w:hAnsi="Arial" w:cs="Arial"/>
          <w:sz w:val="22"/>
          <w:szCs w:val="22"/>
        </w:rPr>
        <w:t xml:space="preserve">: </w:t>
      </w:r>
      <w:r w:rsidR="00F04CC7">
        <w:rPr>
          <w:rFonts w:ascii="Arial" w:hAnsi="Arial" w:cs="Arial"/>
          <w:sz w:val="22"/>
          <w:szCs w:val="22"/>
        </w:rPr>
        <w:t>A</w:t>
      </w:r>
      <w:r w:rsidR="00415AF0">
        <w:rPr>
          <w:rFonts w:ascii="Arial" w:hAnsi="Arial" w:cs="Arial"/>
          <w:sz w:val="22"/>
          <w:szCs w:val="22"/>
        </w:rPr>
        <w:t>ndrej Hajdúch</w:t>
      </w:r>
    </w:p>
    <w:p w14:paraId="102EDF2D" w14:textId="77777777" w:rsidR="00E62868" w:rsidRPr="001304A0" w:rsidRDefault="00E62868" w:rsidP="00E21406">
      <w:pPr>
        <w:rPr>
          <w:rFonts w:ascii="Arial" w:hAnsi="Arial" w:cs="Arial"/>
          <w:sz w:val="22"/>
          <w:szCs w:val="22"/>
        </w:rPr>
      </w:pPr>
    </w:p>
    <w:p w14:paraId="7134812F" w14:textId="77777777" w:rsidR="00E62868" w:rsidRPr="001304A0" w:rsidRDefault="00E62868" w:rsidP="00E21406">
      <w:pPr>
        <w:rPr>
          <w:rFonts w:ascii="Arial" w:hAnsi="Arial" w:cs="Arial"/>
          <w:sz w:val="22"/>
          <w:szCs w:val="22"/>
        </w:rPr>
      </w:pPr>
    </w:p>
    <w:p w14:paraId="064CDEFD" w14:textId="77777777" w:rsidR="00E62868" w:rsidRPr="001304A0" w:rsidRDefault="00E62868" w:rsidP="00E21406">
      <w:pPr>
        <w:rPr>
          <w:rFonts w:ascii="Arial" w:hAnsi="Arial" w:cs="Arial"/>
          <w:sz w:val="22"/>
          <w:szCs w:val="22"/>
        </w:rPr>
      </w:pPr>
    </w:p>
    <w:p w14:paraId="4E134D93" w14:textId="77777777" w:rsidR="00E62868" w:rsidRPr="001304A0" w:rsidRDefault="00E62868" w:rsidP="00E21406">
      <w:pPr>
        <w:rPr>
          <w:rFonts w:ascii="Arial" w:hAnsi="Arial" w:cs="Arial"/>
          <w:sz w:val="22"/>
          <w:szCs w:val="22"/>
        </w:rPr>
      </w:pPr>
    </w:p>
    <w:p w14:paraId="5593ED0C" w14:textId="77777777" w:rsidR="00E62868" w:rsidRPr="001304A0" w:rsidRDefault="00E62868" w:rsidP="00E21406">
      <w:pPr>
        <w:rPr>
          <w:rFonts w:ascii="Arial" w:hAnsi="Arial" w:cs="Arial"/>
          <w:sz w:val="22"/>
          <w:szCs w:val="22"/>
        </w:rPr>
      </w:pPr>
    </w:p>
    <w:sectPr w:rsidR="00E62868" w:rsidRPr="001304A0" w:rsidSect="006F42ED">
      <w:headerReference w:type="default" r:id="rId12"/>
      <w:footerReference w:type="default" r:id="rId13"/>
      <w:pgSz w:w="11906" w:h="16838"/>
      <w:pgMar w:top="454" w:right="991" w:bottom="540" w:left="1418" w:header="0" w:footer="709" w:gutter="0"/>
      <w:cols w:space="708"/>
      <w:formProt w:val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Ján Adamčík" w:date="2019-07-17T14:14:00Z" w:initials="JA">
    <w:p w14:paraId="2CDF9EF3" w14:textId="77777777" w:rsidR="000149C0" w:rsidRDefault="000149C0">
      <w:pPr>
        <w:pStyle w:val="Textkomentra"/>
      </w:pPr>
      <w:r>
        <w:rPr>
          <w:rStyle w:val="Odkaznakomentr"/>
        </w:rPr>
        <w:annotationRef/>
      </w:r>
      <w:r>
        <w:t>Doplniť čas dokedy bolo stretnutie</w:t>
      </w:r>
    </w:p>
  </w:comment>
  <w:comment w:id="1" w:author="Ján Adamčík" w:date="2019-07-17T14:14:00Z" w:initials="JA">
    <w:p w14:paraId="19E18854" w14:textId="77777777" w:rsidR="000149C0" w:rsidRDefault="000149C0">
      <w:pPr>
        <w:pStyle w:val="Textkomentra"/>
      </w:pPr>
      <w:r>
        <w:rPr>
          <w:rStyle w:val="Odkaznakomentr"/>
        </w:rPr>
        <w:annotationRef/>
      </w:r>
      <w:r>
        <w:t>Doplniť aktivity ktorých sa to týkalo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CDF9EF3" w15:done="0"/>
  <w15:commentEx w15:paraId="19E18854" w15:done="0"/>
  <w15:commentEx w15:paraId="7C37ACE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6AECA2" w14:textId="77777777" w:rsidR="00D55EDF" w:rsidRDefault="00D55EDF">
      <w:r>
        <w:separator/>
      </w:r>
    </w:p>
  </w:endnote>
  <w:endnote w:type="continuationSeparator" w:id="0">
    <w:p w14:paraId="6ACFF846" w14:textId="77777777" w:rsidR="00D55EDF" w:rsidRDefault="00D55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0942D" w14:textId="77777777" w:rsidR="00503C19" w:rsidRDefault="00503C19" w:rsidP="00503C19">
    <w:pPr>
      <w:jc w:val="center"/>
    </w:pPr>
    <w:r>
      <w:t>Tento projekt je podporený z Európskeho sociálneho fondu.</w:t>
    </w:r>
  </w:p>
  <w:p w14:paraId="67F168EC" w14:textId="77777777" w:rsidR="00813385" w:rsidRDefault="00F04CC7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14:paraId="33531920" w14:textId="77777777" w:rsidR="00813385" w:rsidRPr="00813385" w:rsidRDefault="00F04CC7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39E74D" w14:textId="77777777" w:rsidR="00D55EDF" w:rsidRDefault="00D55EDF">
      <w:r>
        <w:separator/>
      </w:r>
    </w:p>
  </w:footnote>
  <w:footnote w:type="continuationSeparator" w:id="0">
    <w:p w14:paraId="6F1D0ED6" w14:textId="77777777" w:rsidR="00D55EDF" w:rsidRDefault="00D55E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C408D" w14:textId="77777777" w:rsidR="0094355E" w:rsidRDefault="00F04CC7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14:paraId="6425556F" w14:textId="77777777" w:rsidR="0094355E" w:rsidRDefault="00F04CC7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14:paraId="074B790A" w14:textId="77777777" w:rsidR="009B5DAA" w:rsidRPr="009243ED" w:rsidRDefault="00133C79" w:rsidP="009243ED">
    <w:pPr>
      <w:pStyle w:val="Hlavika"/>
      <w:jc w:val="center"/>
      <w:rPr>
        <w:rFonts w:ascii="Verdana" w:hAnsi="Verdana" w:cs="Verdana"/>
        <w:sz w:val="20"/>
        <w:szCs w:val="20"/>
      </w:rPr>
    </w:pPr>
    <w:r>
      <w:rPr>
        <w:noProof/>
        <w:sz w:val="20"/>
        <w:szCs w:val="20"/>
        <w:lang w:eastAsia="sk-SK"/>
      </w:rPr>
      <w:drawing>
        <wp:inline distT="0" distB="0" distL="0" distR="0" wp14:anchorId="1D46E69E" wp14:editId="4409FB8A">
          <wp:extent cx="4562475" cy="771525"/>
          <wp:effectExtent l="0" t="0" r="0" b="0"/>
          <wp:docPr id="3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24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21B9D"/>
    <w:multiLevelType w:val="hybridMultilevel"/>
    <w:tmpl w:val="8B6E9C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16DBD"/>
    <w:multiLevelType w:val="hybridMultilevel"/>
    <w:tmpl w:val="9EE8C14C"/>
    <w:lvl w:ilvl="0" w:tplc="B8728CA8">
      <w:start w:val="8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CC6E39"/>
    <w:multiLevelType w:val="hybridMultilevel"/>
    <w:tmpl w:val="B82E57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467"/>
    <w:rsid w:val="000149C0"/>
    <w:rsid w:val="00053B70"/>
    <w:rsid w:val="001304A0"/>
    <w:rsid w:val="00133C79"/>
    <w:rsid w:val="00197061"/>
    <w:rsid w:val="001F3A42"/>
    <w:rsid w:val="00213786"/>
    <w:rsid w:val="00260567"/>
    <w:rsid w:val="00272B5E"/>
    <w:rsid w:val="002F643B"/>
    <w:rsid w:val="00304710"/>
    <w:rsid w:val="00350F41"/>
    <w:rsid w:val="003671BE"/>
    <w:rsid w:val="003F0058"/>
    <w:rsid w:val="003F3CC5"/>
    <w:rsid w:val="00415AF0"/>
    <w:rsid w:val="004727E1"/>
    <w:rsid w:val="00477986"/>
    <w:rsid w:val="0048732D"/>
    <w:rsid w:val="004A136A"/>
    <w:rsid w:val="00503C19"/>
    <w:rsid w:val="00582A93"/>
    <w:rsid w:val="005F4328"/>
    <w:rsid w:val="00680B4F"/>
    <w:rsid w:val="00682686"/>
    <w:rsid w:val="006B183B"/>
    <w:rsid w:val="006F42ED"/>
    <w:rsid w:val="00710A4A"/>
    <w:rsid w:val="00711340"/>
    <w:rsid w:val="00763419"/>
    <w:rsid w:val="00766854"/>
    <w:rsid w:val="007E0CCC"/>
    <w:rsid w:val="008217E2"/>
    <w:rsid w:val="008253AA"/>
    <w:rsid w:val="00895213"/>
    <w:rsid w:val="008D4035"/>
    <w:rsid w:val="008F5039"/>
    <w:rsid w:val="009105DF"/>
    <w:rsid w:val="00951CD4"/>
    <w:rsid w:val="009E3600"/>
    <w:rsid w:val="009F63E5"/>
    <w:rsid w:val="00A2613C"/>
    <w:rsid w:val="00B65A2B"/>
    <w:rsid w:val="00C46842"/>
    <w:rsid w:val="00C83DF3"/>
    <w:rsid w:val="00C9616D"/>
    <w:rsid w:val="00D14467"/>
    <w:rsid w:val="00D25F7A"/>
    <w:rsid w:val="00D41E63"/>
    <w:rsid w:val="00D544A2"/>
    <w:rsid w:val="00D55EDF"/>
    <w:rsid w:val="00E21406"/>
    <w:rsid w:val="00E62868"/>
    <w:rsid w:val="00EA5A71"/>
    <w:rsid w:val="00EA60C9"/>
    <w:rsid w:val="00F04CC7"/>
    <w:rsid w:val="00F1576C"/>
    <w:rsid w:val="00FD0122"/>
    <w:rsid w:val="00FE6F75"/>
    <w:rsid w:val="00FF1345"/>
    <w:rsid w:val="00FF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BAA1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E360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E3600"/>
    <w:rPr>
      <w:rFonts w:ascii="Segoe UI" w:eastAsia="Times New Roman" w:hAnsi="Segoe UI" w:cs="Segoe UI"/>
      <w:sz w:val="18"/>
      <w:szCs w:val="18"/>
      <w:lang w:eastAsia="cs-CZ"/>
    </w:rPr>
  </w:style>
  <w:style w:type="paragraph" w:styleId="Odsekzoznamu">
    <w:name w:val="List Paragraph"/>
    <w:basedOn w:val="Normlny"/>
    <w:uiPriority w:val="34"/>
    <w:qFormat/>
    <w:rsid w:val="001F3A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149C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149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149C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149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149C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E360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E3600"/>
    <w:rPr>
      <w:rFonts w:ascii="Segoe UI" w:eastAsia="Times New Roman" w:hAnsi="Segoe UI" w:cs="Segoe UI"/>
      <w:sz w:val="18"/>
      <w:szCs w:val="18"/>
      <w:lang w:eastAsia="cs-CZ"/>
    </w:rPr>
  </w:style>
  <w:style w:type="paragraph" w:styleId="Odsekzoznamu">
    <w:name w:val="List Paragraph"/>
    <w:basedOn w:val="Normlny"/>
    <w:uiPriority w:val="34"/>
    <w:qFormat/>
    <w:rsid w:val="001F3A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149C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149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149C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149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149C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customXml" Target="../customXml/item4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AD4D94-85DF-4AB2-B248-B802AD8F9C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A2C8FE-3BD0-4810-BDDC-DEDA1AAB7BE1}"/>
</file>

<file path=customXml/itemProps3.xml><?xml version="1.0" encoding="utf-8"?>
<ds:datastoreItem xmlns:ds="http://schemas.openxmlformats.org/officeDocument/2006/customXml" ds:itemID="{D7C3F342-2017-4E1B-8DD4-26938BB9BFD6}">
  <ds:schemaRefs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EC7202DC-203A-48CB-91B1-6C708BF0D9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Nosková</dc:creator>
  <cp:lastModifiedBy>Ján Adamčík</cp:lastModifiedBy>
  <cp:revision>4</cp:revision>
  <dcterms:created xsi:type="dcterms:W3CDTF">2019-07-18T07:52:00Z</dcterms:created>
  <dcterms:modified xsi:type="dcterms:W3CDTF">2019-08-15T13:25:00Z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ee0d8f2b-2be6-43a5-8da1-187584257fc5</vt:lpwstr>
  </property>
</Properties>
</file>